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08"/>
        <w:gridCol w:w="247"/>
        <w:gridCol w:w="3839"/>
        <w:gridCol w:w="3832"/>
        <w:gridCol w:w="13"/>
      </w:tblGrid>
      <w:tr w:rsidR="003B7DF9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4B42" w:rsidRDefault="003B7DF9" w:rsidP="00F34375"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FF6C75" w:rsidP="00F3437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3B7DF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3B7DF9" w:rsidP="00F34375">
            <w:pPr>
              <w:rPr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FF6C75" w:rsidP="00D169FC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</w:t>
            </w:r>
            <w:r w:rsidR="003B7DF9" w:rsidRPr="001906A2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1906A2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1906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169FC">
              <w:rPr>
                <w:rFonts w:ascii="Arial" w:hAnsi="Arial" w:cs="Arial"/>
                <w:sz w:val="18"/>
                <w:szCs w:val="18"/>
              </w:rPr>
              <w:t>46</w:t>
            </w:r>
          </w:p>
        </w:tc>
      </w:tr>
      <w:tr w:rsidR="003B7DF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3B7DF9" w:rsidP="00FF6C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671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906A2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1906A2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1906A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169FC">
              <w:rPr>
                <w:rFonts w:ascii="Arial" w:hAnsi="Arial" w:cs="Arial"/>
                <w:noProof/>
                <w:sz w:val="18"/>
                <w:szCs w:val="18"/>
              </w:rPr>
              <w:t>Monday, 6 July 2020</w:t>
            </w:r>
            <w:r w:rsidRPr="001906A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671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FF6C75" w:rsidP="00C843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671" w:type="dxa"/>
            <w:gridSpan w:val="2"/>
            <w:vMerge w:val="restart"/>
            <w:tcMar>
              <w:top w:w="28" w:type="dxa"/>
              <w:bottom w:w="28" w:type="dxa"/>
            </w:tcMar>
          </w:tcPr>
          <w:p w:rsidR="00894682" w:rsidRPr="001906A2" w:rsidRDefault="00D169FC" w:rsidP="00F3437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Bilateral lower leg swelling and ulcers in past. Right leg getting worse. </w:t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671" w:type="dxa"/>
            <w:gridSpan w:val="2"/>
            <w:vMerge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9626" w:type="dxa"/>
            <w:gridSpan w:val="4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1906A2">
              <w:rPr>
                <w:rFonts w:ascii="Arial" w:hAnsi="Arial"/>
                <w:b/>
                <w:bCs/>
                <w:sz w:val="18"/>
                <w:szCs w:val="20"/>
              </w:rPr>
              <w:t>Bilateral Lower Extremity Venous Duplex</w:t>
            </w:r>
          </w:p>
        </w:tc>
      </w:tr>
      <w:tr w:rsidR="00894682" w:rsidRPr="001906A2" w:rsidTr="0025571B">
        <w:trPr>
          <w:gridAfter w:val="1"/>
          <w:wAfter w:w="13" w:type="dxa"/>
          <w:trHeight w:val="7938"/>
        </w:trPr>
        <w:tc>
          <w:tcPr>
            <w:tcW w:w="9626" w:type="dxa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123B57" w:rsidP="001906A2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5492750</wp:posOffset>
                      </wp:positionH>
                      <wp:positionV relativeFrom="paragraph">
                        <wp:posOffset>3446780</wp:posOffset>
                      </wp:positionV>
                      <wp:extent cx="130175" cy="381635"/>
                      <wp:effectExtent l="0" t="0" r="22225" b="18415"/>
                      <wp:wrapNone/>
                      <wp:docPr id="210" name="Freeform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175" cy="381635"/>
                              </a:xfrm>
                              <a:custGeom>
                                <a:avLst/>
                                <a:gdLst>
                                  <a:gd name="connsiteX0" fmla="*/ 0 w 130628"/>
                                  <a:gd name="connsiteY0" fmla="*/ 55631 h 397275"/>
                                  <a:gd name="connsiteX1" fmla="*/ 50241 w 130628"/>
                                  <a:gd name="connsiteY1" fmla="*/ 15438 h 397275"/>
                                  <a:gd name="connsiteX2" fmla="*/ 100483 w 130628"/>
                                  <a:gd name="connsiteY2" fmla="*/ 20462 h 397275"/>
                                  <a:gd name="connsiteX3" fmla="*/ 120580 w 130628"/>
                                  <a:gd name="connsiteY3" fmla="*/ 251574 h 397275"/>
                                  <a:gd name="connsiteX4" fmla="*/ 130628 w 130628"/>
                                  <a:gd name="connsiteY4" fmla="*/ 397275 h 397275"/>
                                  <a:gd name="connsiteX0" fmla="*/ 0 w 130628"/>
                                  <a:gd name="connsiteY0" fmla="*/ 40235 h 381879"/>
                                  <a:gd name="connsiteX1" fmla="*/ 50241 w 130628"/>
                                  <a:gd name="connsiteY1" fmla="*/ 42 h 381879"/>
                                  <a:gd name="connsiteX2" fmla="*/ 111743 w 130628"/>
                                  <a:gd name="connsiteY2" fmla="*/ 38759 h 381879"/>
                                  <a:gd name="connsiteX3" fmla="*/ 120580 w 130628"/>
                                  <a:gd name="connsiteY3" fmla="*/ 236178 h 381879"/>
                                  <a:gd name="connsiteX4" fmla="*/ 130628 w 130628"/>
                                  <a:gd name="connsiteY4" fmla="*/ 381879 h 38187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30628" h="381879">
                                    <a:moveTo>
                                      <a:pt x="0" y="40235"/>
                                    </a:moveTo>
                                    <a:cubicBezTo>
                                      <a:pt x="16747" y="23069"/>
                                      <a:pt x="31617" y="288"/>
                                      <a:pt x="50241" y="42"/>
                                    </a:cubicBezTo>
                                    <a:cubicBezTo>
                                      <a:pt x="68865" y="-204"/>
                                      <a:pt x="100020" y="-597"/>
                                      <a:pt x="111743" y="38759"/>
                                    </a:cubicBezTo>
                                    <a:cubicBezTo>
                                      <a:pt x="123466" y="78115"/>
                                      <a:pt x="117433" y="178991"/>
                                      <a:pt x="120580" y="236178"/>
                                    </a:cubicBezTo>
                                    <a:cubicBezTo>
                                      <a:pt x="123728" y="293365"/>
                                      <a:pt x="128116" y="340429"/>
                                      <a:pt x="130628" y="381879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58B214" id="Freeform 210" o:spid="_x0000_s1026" style="position:absolute;margin-left:432.5pt;margin-top:271.4pt;width:10.25pt;height:30.05pt;z-index:251694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30628,381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" path="m,40235c16747,23069,31617,288,50241,42v18624,-246,49779,-639,61502,38717c123466,78115,117433,178991,120580,236178v3148,57187,7536,104251,10048,145701e" filled="f" strokecolor="red" strokeweight="1.5pt">
                      <v:stroke joinstyle="miter"/>
                      <v:path arrowok="t" o:connecttype="custom" o:connectlocs="0,40209;50067,42;111355,38734;120162,236027;130175,381635" o:connectangles="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5679684</wp:posOffset>
                      </wp:positionH>
                      <wp:positionV relativeFrom="paragraph">
                        <wp:posOffset>3548610</wp:posOffset>
                      </wp:positionV>
                      <wp:extent cx="216040" cy="152400"/>
                      <wp:effectExtent l="0" t="0" r="0" b="0"/>
                      <wp:wrapNone/>
                      <wp:docPr id="201" name="Text Box 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04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099" w:rsidRPr="00B16047" w:rsidRDefault="00123B57" w:rsidP="0095109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54" o:spid="_x0000_s1026" type="#_x0000_t202" style="position:absolute;left:0;text-align:left;margin-left:447.2pt;margin-top:279.4pt;width:17pt;height:1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51099" w:rsidRPr="00B16047" w:rsidRDefault="00123B57" w:rsidP="0095109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757E9953" wp14:editId="14CD0DF9">
                      <wp:simplePos x="0" y="0"/>
                      <wp:positionH relativeFrom="column">
                        <wp:posOffset>5407081</wp:posOffset>
                      </wp:positionH>
                      <wp:positionV relativeFrom="paragraph">
                        <wp:posOffset>3446145</wp:posOffset>
                      </wp:positionV>
                      <wp:extent cx="90805" cy="90805"/>
                      <wp:effectExtent l="0" t="0" r="23495" b="23495"/>
                      <wp:wrapNone/>
                      <wp:docPr id="209" name="Flowchart: Summing Junction 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D93057" id="_x0000_t123" coordsize="21600,21600" o:spt="123" path="m10800,qx,10800,10800,21600,21600,10800,10800,xem3163,3163nfl18437,18437em3163,18437nfl18437,3163e">
                      <v:path o:extrusionok="f" gradientshapeok="t" o:connecttype="custom" o:connectlocs="10800,0;3163,3163;0,10800;3163,18437;10800,21600;18437,18437;21600,10800;18437,3163" textboxrect="3163,3163,18437,18437"/>
                    </v:shapetype>
                    <v:shape id="Flowchart: Summing Junction 209" o:spid="_x0000_s1026" type="#_x0000_t123" style="position:absolute;margin-left:425.75pt;margin-top:271.35pt;width:7.15pt;height:7.1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>
                      <wp:simplePos x="0" y="0"/>
                      <wp:positionH relativeFrom="column">
                        <wp:posOffset>4191635</wp:posOffset>
                      </wp:positionH>
                      <wp:positionV relativeFrom="paragraph">
                        <wp:posOffset>2863159</wp:posOffset>
                      </wp:positionV>
                      <wp:extent cx="140335" cy="116840"/>
                      <wp:effectExtent l="19050" t="19050" r="12065" b="16510"/>
                      <wp:wrapNone/>
                      <wp:docPr id="208" name="Freeform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335" cy="116840"/>
                              </a:xfrm>
                              <a:custGeom>
                                <a:avLst/>
                                <a:gdLst>
                                  <a:gd name="connsiteX0" fmla="*/ 0 w 140677"/>
                                  <a:gd name="connsiteY0" fmla="*/ 6918 h 117450"/>
                                  <a:gd name="connsiteX1" fmla="*/ 95459 w 140677"/>
                                  <a:gd name="connsiteY1" fmla="*/ 11943 h 117450"/>
                                  <a:gd name="connsiteX2" fmla="*/ 140677 w 140677"/>
                                  <a:gd name="connsiteY2" fmla="*/ 117450 h 1174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40677" h="117450">
                                    <a:moveTo>
                                      <a:pt x="0" y="6918"/>
                                    </a:moveTo>
                                    <a:cubicBezTo>
                                      <a:pt x="36006" y="219"/>
                                      <a:pt x="72013" y="-6479"/>
                                      <a:pt x="95459" y="11943"/>
                                    </a:cubicBezTo>
                                    <a:cubicBezTo>
                                      <a:pt x="118905" y="30365"/>
                                      <a:pt x="129791" y="73907"/>
                                      <a:pt x="140677" y="117450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342D0A1" id="Freeform 208" o:spid="_x0000_s1026" style="position:absolute;margin-left:330.05pt;margin-top:225.45pt;width:11.05pt;height:9.2pt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0677,117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" path="m,6918c36006,219,72013,-6479,95459,11943v23446,18422,34332,61964,45218,105507e" filled="f" strokecolor="red" strokeweight="2.25pt">
                      <v:stroke joinstyle="miter"/>
                      <v:path arrowok="t" o:connecttype="custom" o:connectlocs="0,6882;95227,11881;140335,116840" o:connectangles="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4100830</wp:posOffset>
                      </wp:positionH>
                      <wp:positionV relativeFrom="paragraph">
                        <wp:posOffset>2810454</wp:posOffset>
                      </wp:positionV>
                      <wp:extent cx="90805" cy="90805"/>
                      <wp:effectExtent l="0" t="0" r="23495" b="23495"/>
                      <wp:wrapNone/>
                      <wp:docPr id="5" name="Flowchart: Summing Junction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9700F5" id="Flowchart: Summing Junction 5" o:spid="_x0000_s1026" type="#_x0000_t123" style="position:absolute;margin-left:322.9pt;margin-top:221.3pt;width:7.15pt;height:7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3911174</wp:posOffset>
                      </wp:positionH>
                      <wp:positionV relativeFrom="paragraph">
                        <wp:posOffset>3267256</wp:posOffset>
                      </wp:positionV>
                      <wp:extent cx="266282" cy="195943"/>
                      <wp:effectExtent l="0" t="0" r="19685" b="33020"/>
                      <wp:wrapNone/>
                      <wp:docPr id="206" name="Straight Connector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6282" cy="195943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8866BE" id="Straight Connector 206" o:spid="_x0000_s1026" style="position:absolute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7.95pt,257.25pt" to="328.9pt,27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>
                      <wp:simplePos x="0" y="0"/>
                      <wp:positionH relativeFrom="column">
                        <wp:posOffset>3607539</wp:posOffset>
                      </wp:positionH>
                      <wp:positionV relativeFrom="paragraph">
                        <wp:posOffset>3183897</wp:posOffset>
                      </wp:positionV>
                      <wp:extent cx="306070" cy="152400"/>
                      <wp:effectExtent l="0" t="0" r="0" b="0"/>
                      <wp:wrapNone/>
                      <wp:docPr id="198" name="Text Box 3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099" w:rsidRPr="00B16047" w:rsidRDefault="00123B57" w:rsidP="0095109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1" o:spid="_x0000_s1027" type="#_x0000_t202" style="position:absolute;left:0;text-align:left;margin-left:284.05pt;margin-top:250.7pt;width:24.1pt;height:12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51099" w:rsidRPr="00B16047" w:rsidRDefault="00123B57" w:rsidP="0095109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4026479</wp:posOffset>
                      </wp:positionH>
                      <wp:positionV relativeFrom="paragraph">
                        <wp:posOffset>2980690</wp:posOffset>
                      </wp:positionV>
                      <wp:extent cx="311309" cy="1173307"/>
                      <wp:effectExtent l="19050" t="19050" r="12700" b="27305"/>
                      <wp:wrapNone/>
                      <wp:docPr id="205" name="Freeform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1309" cy="1173307"/>
                              </a:xfrm>
                              <a:custGeom>
                                <a:avLst/>
                                <a:gdLst>
                                  <a:gd name="connsiteX0" fmla="*/ 311309 w 311309"/>
                                  <a:gd name="connsiteY0" fmla="*/ 0 h 1173307"/>
                                  <a:gd name="connsiteX1" fmla="*/ 230922 w 311309"/>
                                  <a:gd name="connsiteY1" fmla="*/ 346669 h 1173307"/>
                                  <a:gd name="connsiteX2" fmla="*/ 115366 w 311309"/>
                                  <a:gd name="connsiteY2" fmla="*/ 612950 h 1173307"/>
                                  <a:gd name="connsiteX3" fmla="*/ 55076 w 311309"/>
                                  <a:gd name="connsiteY3" fmla="*/ 818941 h 1173307"/>
                                  <a:gd name="connsiteX4" fmla="*/ 4834 w 311309"/>
                                  <a:gd name="connsiteY4" fmla="*/ 1135464 h 1173307"/>
                                  <a:gd name="connsiteX5" fmla="*/ 4834 w 311309"/>
                                  <a:gd name="connsiteY5" fmla="*/ 1155561 h 117330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11309" h="1173307">
                                    <a:moveTo>
                                      <a:pt x="311309" y="0"/>
                                    </a:moveTo>
                                    <a:cubicBezTo>
                                      <a:pt x="287444" y="122255"/>
                                      <a:pt x="263579" y="244511"/>
                                      <a:pt x="230922" y="346669"/>
                                    </a:cubicBezTo>
                                    <a:cubicBezTo>
                                      <a:pt x="198265" y="448827"/>
                                      <a:pt x="144674" y="534238"/>
                                      <a:pt x="115366" y="612950"/>
                                    </a:cubicBezTo>
                                    <a:cubicBezTo>
                                      <a:pt x="86058" y="691662"/>
                                      <a:pt x="73498" y="731855"/>
                                      <a:pt x="55076" y="818941"/>
                                    </a:cubicBezTo>
                                    <a:cubicBezTo>
                                      <a:pt x="36654" y="906027"/>
                                      <a:pt x="4834" y="1135464"/>
                                      <a:pt x="4834" y="1135464"/>
                                    </a:cubicBezTo>
                                    <a:cubicBezTo>
                                      <a:pt x="-3540" y="1191567"/>
                                      <a:pt x="647" y="1173564"/>
                                      <a:pt x="4834" y="1155561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B12E05" id="Freeform 205" o:spid="_x0000_s1026" style="position:absolute;margin-left:317.05pt;margin-top:234.7pt;width:24.5pt;height:92.4pt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11309,1173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" path="m311309,c287444,122255,263579,244511,230922,346669,198265,448827,144674,534238,115366,612950,86058,691662,73498,731855,55076,818941,36654,906027,4834,1135464,4834,1135464v-8374,56103,-4187,38100,,20097e" filled="f" strokecolor="red" strokeweight="2.25pt">
                      <v:stroke joinstyle="miter"/>
                      <v:path arrowok="t" o:connecttype="custom" o:connectlocs="311309,0;230922,346669;115366,612950;55076,818941;4834,1135464;4834,1155561" o:connectangles="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1846238</wp:posOffset>
                      </wp:positionH>
                      <wp:positionV relativeFrom="paragraph">
                        <wp:posOffset>2659331</wp:posOffset>
                      </wp:positionV>
                      <wp:extent cx="101548" cy="281354"/>
                      <wp:effectExtent l="0" t="0" r="13335" b="23495"/>
                      <wp:wrapNone/>
                      <wp:docPr id="202" name="Freeform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1548" cy="281354"/>
                              </a:xfrm>
                              <a:custGeom>
                                <a:avLst/>
                                <a:gdLst>
                                  <a:gd name="connsiteX0" fmla="*/ 95459 w 101548"/>
                                  <a:gd name="connsiteY0" fmla="*/ 0 h 281354"/>
                                  <a:gd name="connsiteX1" fmla="*/ 55266 w 101548"/>
                                  <a:gd name="connsiteY1" fmla="*/ 50242 h 281354"/>
                                  <a:gd name="connsiteX2" fmla="*/ 100484 w 101548"/>
                                  <a:gd name="connsiteY2" fmla="*/ 185895 h 281354"/>
                                  <a:gd name="connsiteX3" fmla="*/ 0 w 101548"/>
                                  <a:gd name="connsiteY3" fmla="*/ 281354 h 28135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01548" h="281354">
                                    <a:moveTo>
                                      <a:pt x="95459" y="0"/>
                                    </a:moveTo>
                                    <a:cubicBezTo>
                                      <a:pt x="74944" y="9630"/>
                                      <a:pt x="54429" y="19260"/>
                                      <a:pt x="55266" y="50242"/>
                                    </a:cubicBezTo>
                                    <a:cubicBezTo>
                                      <a:pt x="56103" y="81224"/>
                                      <a:pt x="109695" y="147376"/>
                                      <a:pt x="100484" y="185895"/>
                                    </a:cubicBezTo>
                                    <a:cubicBezTo>
                                      <a:pt x="91273" y="224414"/>
                                      <a:pt x="45636" y="252884"/>
                                      <a:pt x="0" y="281354"/>
                                    </a:cubicBezTo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DFC5D2C" id="Freeform 202" o:spid="_x0000_s1026" style="position:absolute;margin-left:145.35pt;margin-top:209.4pt;width:8pt;height:22.15pt;z-index:25168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1548,2813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" path="m95459,c74944,9630,54429,19260,55266,50242v837,30982,54429,97134,45218,135653c91273,224414,45636,252884,,281354e" filled="f" strokecolor="red" strokeweight="1pt">
                      <v:stroke joinstyle="miter"/>
                      <v:path arrowok="t" o:connecttype="custom" o:connectlocs="95459,0;55266,50242;100484,185895;0,281354" o:connectangles="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 wp14:anchorId="3DC6CBA0" wp14:editId="0E7E9B22">
                      <wp:simplePos x="0" y="0"/>
                      <wp:positionH relativeFrom="column">
                        <wp:posOffset>1924260</wp:posOffset>
                      </wp:positionH>
                      <wp:positionV relativeFrom="paragraph">
                        <wp:posOffset>2593913</wp:posOffset>
                      </wp:positionV>
                      <wp:extent cx="90805" cy="90805"/>
                      <wp:effectExtent l="0" t="0" r="23495" b="23495"/>
                      <wp:wrapNone/>
                      <wp:docPr id="162" name="Flowchart: Summing Junction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CE22FB" id="Flowchart: Summing Junction 162" o:spid="_x0000_s1026" type="#_x0000_t123" style="position:absolute;margin-left:151.5pt;margin-top:204.25pt;width:7.15pt;height:7.15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"/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1911552</wp:posOffset>
                      </wp:positionH>
                      <wp:positionV relativeFrom="paragraph">
                        <wp:posOffset>3026096</wp:posOffset>
                      </wp:positionV>
                      <wp:extent cx="341644" cy="120580"/>
                      <wp:effectExtent l="0" t="0" r="20320" b="32385"/>
                      <wp:wrapNone/>
                      <wp:docPr id="161" name="Straight Connector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1644" cy="1205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F3CE15B" id="Straight Connector 161" o:spid="_x0000_s1026" style="position:absolute;flip:y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5pt,238.3pt" to="177.4pt,24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2259895</wp:posOffset>
                      </wp:positionH>
                      <wp:positionV relativeFrom="paragraph">
                        <wp:posOffset>2957495</wp:posOffset>
                      </wp:positionV>
                      <wp:extent cx="306070" cy="152400"/>
                      <wp:effectExtent l="0" t="0" r="0" b="0"/>
                      <wp:wrapNone/>
                      <wp:docPr id="199" name="Text Box 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099" w:rsidRPr="00B16047" w:rsidRDefault="00123B57" w:rsidP="0095109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left:0;text-align:left;margin-left:177.95pt;margin-top:232.85pt;width:24.1pt;height:12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51099" w:rsidRPr="00B16047" w:rsidRDefault="00123B57" w:rsidP="0095109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1851262</wp:posOffset>
                      </wp:positionH>
                      <wp:positionV relativeFrom="paragraph">
                        <wp:posOffset>2945709</wp:posOffset>
                      </wp:positionV>
                      <wp:extent cx="323965" cy="1135464"/>
                      <wp:effectExtent l="19050" t="19050" r="19050" b="26670"/>
                      <wp:wrapNone/>
                      <wp:docPr id="160" name="Freeform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965" cy="1135464"/>
                              </a:xfrm>
                              <a:custGeom>
                                <a:avLst/>
                                <a:gdLst>
                                  <a:gd name="connsiteX0" fmla="*/ 0 w 323965"/>
                                  <a:gd name="connsiteY0" fmla="*/ 0 h 1135464"/>
                                  <a:gd name="connsiteX1" fmla="*/ 65315 w 323965"/>
                                  <a:gd name="connsiteY1" fmla="*/ 241161 h 1135464"/>
                                  <a:gd name="connsiteX2" fmla="*/ 160774 w 323965"/>
                                  <a:gd name="connsiteY2" fmla="*/ 487345 h 1135464"/>
                                  <a:gd name="connsiteX3" fmla="*/ 241161 w 323965"/>
                                  <a:gd name="connsiteY3" fmla="*/ 708409 h 1135464"/>
                                  <a:gd name="connsiteX4" fmla="*/ 296427 w 323965"/>
                                  <a:gd name="connsiteY4" fmla="*/ 874207 h 1135464"/>
                                  <a:gd name="connsiteX5" fmla="*/ 321548 w 323965"/>
                                  <a:gd name="connsiteY5" fmla="*/ 1019908 h 1135464"/>
                                  <a:gd name="connsiteX6" fmla="*/ 321548 w 323965"/>
                                  <a:gd name="connsiteY6" fmla="*/ 1135464 h 113546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323965" h="1135464">
                                    <a:moveTo>
                                      <a:pt x="0" y="0"/>
                                    </a:moveTo>
                                    <a:cubicBezTo>
                                      <a:pt x="19259" y="79968"/>
                                      <a:pt x="38519" y="159937"/>
                                      <a:pt x="65315" y="241161"/>
                                    </a:cubicBezTo>
                                    <a:cubicBezTo>
                                      <a:pt x="92111" y="322385"/>
                                      <a:pt x="131466" y="409470"/>
                                      <a:pt x="160774" y="487345"/>
                                    </a:cubicBezTo>
                                    <a:cubicBezTo>
                                      <a:pt x="190082" y="565220"/>
                                      <a:pt x="218552" y="643932"/>
                                      <a:pt x="241161" y="708409"/>
                                    </a:cubicBezTo>
                                    <a:cubicBezTo>
                                      <a:pt x="263770" y="772886"/>
                                      <a:pt x="283029" y="822291"/>
                                      <a:pt x="296427" y="874207"/>
                                    </a:cubicBezTo>
                                    <a:cubicBezTo>
                                      <a:pt x="309825" y="926124"/>
                                      <a:pt x="317361" y="976365"/>
                                      <a:pt x="321548" y="1019908"/>
                                    </a:cubicBezTo>
                                    <a:cubicBezTo>
                                      <a:pt x="325735" y="1063451"/>
                                      <a:pt x="323641" y="1099457"/>
                                      <a:pt x="321548" y="1135464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FC359A" id="Freeform 160" o:spid="_x0000_s1026" style="position:absolute;margin-left:145.75pt;margin-top:231.95pt;width:25.5pt;height:89.4pt;z-index:251682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23965,11354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" path="m,c19259,79968,38519,159937,65315,241161v26796,81224,66151,168309,95459,246184c190082,565220,218552,643932,241161,708409v22609,64477,41868,113882,55266,165798c309825,926124,317361,976365,321548,1019908v4187,43543,2093,79549,,115556e" filled="f" strokecolor="red" strokeweight="2.25pt">
                      <v:stroke joinstyle="miter"/>
                      <v:path arrowok="t" o:connecttype="custom" o:connectlocs="0,0;65315,241161;160774,487345;241161,708409;296427,874207;321548,1019908;321548,1135464" o:connectangles="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3820739</wp:posOffset>
                      </wp:positionH>
                      <wp:positionV relativeFrom="paragraph">
                        <wp:posOffset>438645</wp:posOffset>
                      </wp:positionV>
                      <wp:extent cx="60290" cy="130629"/>
                      <wp:effectExtent l="19050" t="19050" r="16510" b="22225"/>
                      <wp:wrapNone/>
                      <wp:docPr id="159" name="Freeform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290" cy="130629"/>
                              </a:xfrm>
                              <a:custGeom>
                                <a:avLst/>
                                <a:gdLst>
                                  <a:gd name="connsiteX0" fmla="*/ 60290 w 60290"/>
                                  <a:gd name="connsiteY0" fmla="*/ 0 h 130629"/>
                                  <a:gd name="connsiteX1" fmla="*/ 15073 w 60290"/>
                                  <a:gd name="connsiteY1" fmla="*/ 65315 h 130629"/>
                                  <a:gd name="connsiteX2" fmla="*/ 0 w 60290"/>
                                  <a:gd name="connsiteY2" fmla="*/ 130629 h 13062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60290" h="130629">
                                    <a:moveTo>
                                      <a:pt x="60290" y="0"/>
                                    </a:moveTo>
                                    <a:cubicBezTo>
                                      <a:pt x="42705" y="21772"/>
                                      <a:pt x="25121" y="43544"/>
                                      <a:pt x="15073" y="65315"/>
                                    </a:cubicBezTo>
                                    <a:cubicBezTo>
                                      <a:pt x="5025" y="87087"/>
                                      <a:pt x="2512" y="108858"/>
                                      <a:pt x="0" y="130629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5EBED59" id="Freeform 159" o:spid="_x0000_s1026" style="position:absolute;margin-left:300.85pt;margin-top:34.55pt;width:4.75pt;height:10.3pt;z-index:251681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0290,130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" path="m60290,c42705,21772,25121,43544,15073,65315,5025,87087,2512,108858,,130629e" filled="f" strokecolor="red" strokeweight="2.25pt">
                      <v:stroke joinstyle="miter"/>
                      <v:path arrowok="t" o:connecttype="custom" o:connectlocs="60290,0;15073,65315;0,130629" o:connectangles="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2343631</wp:posOffset>
                      </wp:positionH>
                      <wp:positionV relativeFrom="paragraph">
                        <wp:posOffset>363283</wp:posOffset>
                      </wp:positionV>
                      <wp:extent cx="31806" cy="224244"/>
                      <wp:effectExtent l="19050" t="19050" r="25400" b="23495"/>
                      <wp:wrapNone/>
                      <wp:docPr id="158" name="Freeform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806" cy="224244"/>
                              </a:xfrm>
                              <a:custGeom>
                                <a:avLst/>
                                <a:gdLst>
                                  <a:gd name="connsiteX0" fmla="*/ 0 w 31806"/>
                                  <a:gd name="connsiteY0" fmla="*/ 0 h 254441"/>
                                  <a:gd name="connsiteX1" fmla="*/ 31806 w 31806"/>
                                  <a:gd name="connsiteY1" fmla="*/ 254441 h 254441"/>
                                  <a:gd name="connsiteX0" fmla="*/ 0 w 31806"/>
                                  <a:gd name="connsiteY0" fmla="*/ 0 h 224244"/>
                                  <a:gd name="connsiteX1" fmla="*/ 31806 w 31806"/>
                                  <a:gd name="connsiteY1" fmla="*/ 224244 h 2242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31806" h="224244">
                                    <a:moveTo>
                                      <a:pt x="0" y="0"/>
                                    </a:moveTo>
                                    <a:lnTo>
                                      <a:pt x="31806" y="224244"/>
                                    </a:ln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55942D" id="Freeform 158" o:spid="_x0000_s1026" style="position:absolute;margin-left:184.55pt;margin-top:28.6pt;width:2.5pt;height:17.65pt;z-index:2516802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31806,224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" path="m,l31806,224244e" filled="f" strokecolor="red" strokeweight="2.25pt">
                      <v:stroke joinstyle="miter"/>
                      <v:path arrowok="t" o:connecttype="custom" o:connectlocs="0,0;31806,224244" o:connectangles="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3624884</wp:posOffset>
                      </wp:positionH>
                      <wp:positionV relativeFrom="paragraph">
                        <wp:posOffset>113996</wp:posOffset>
                      </wp:positionV>
                      <wp:extent cx="286247" cy="318052"/>
                      <wp:effectExtent l="38100" t="38100" r="38100" b="44450"/>
                      <wp:wrapNone/>
                      <wp:docPr id="154" name="Freeform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6247" cy="318052"/>
                              </a:xfrm>
                              <a:custGeom>
                                <a:avLst/>
                                <a:gdLst>
                                  <a:gd name="connsiteX0" fmla="*/ 0 w 286247"/>
                                  <a:gd name="connsiteY0" fmla="*/ 0 h 318052"/>
                                  <a:gd name="connsiteX1" fmla="*/ 190831 w 286247"/>
                                  <a:gd name="connsiteY1" fmla="*/ 190832 h 318052"/>
                                  <a:gd name="connsiteX2" fmla="*/ 286247 w 286247"/>
                                  <a:gd name="connsiteY2" fmla="*/ 318052 h 3180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286247" h="318052">
                                    <a:moveTo>
                                      <a:pt x="0" y="0"/>
                                    </a:moveTo>
                                    <a:cubicBezTo>
                                      <a:pt x="71561" y="68911"/>
                                      <a:pt x="143123" y="137823"/>
                                      <a:pt x="190831" y="190832"/>
                                    </a:cubicBezTo>
                                    <a:cubicBezTo>
                                      <a:pt x="238539" y="243841"/>
                                      <a:pt x="262393" y="280946"/>
                                      <a:pt x="286247" y="318052"/>
                                    </a:cubicBezTo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14D3A9" id="Freeform 154" o:spid="_x0000_s1026" style="position:absolute;margin-left:285.4pt;margin-top:9pt;width:22.55pt;height:25.0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86247,318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" path="m,c71561,68911,143123,137823,190831,190832v47708,53009,71562,90114,95416,127220e" filled="f" strokecolor="red" strokeweight="6pt">
                      <v:stroke joinstyle="miter"/>
                      <v:path arrowok="t" o:connecttype="custom" o:connectlocs="0,0;190831,190832;286247,318052" o:connectangles="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2320870</wp:posOffset>
                      </wp:positionH>
                      <wp:positionV relativeFrom="paragraph">
                        <wp:posOffset>113996</wp:posOffset>
                      </wp:positionV>
                      <wp:extent cx="230588" cy="262393"/>
                      <wp:effectExtent l="38100" t="38100" r="36195" b="42545"/>
                      <wp:wrapNone/>
                      <wp:docPr id="153" name="Freeform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0588" cy="262393"/>
                              </a:xfrm>
                              <a:custGeom>
                                <a:avLst/>
                                <a:gdLst>
                                  <a:gd name="connsiteX0" fmla="*/ 230588 w 230588"/>
                                  <a:gd name="connsiteY0" fmla="*/ 0 h 262393"/>
                                  <a:gd name="connsiteX1" fmla="*/ 0 w 230588"/>
                                  <a:gd name="connsiteY1" fmla="*/ 262393 h 2623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30588" h="262393">
                                    <a:moveTo>
                                      <a:pt x="230588" y="0"/>
                                    </a:moveTo>
                                    <a:lnTo>
                                      <a:pt x="0" y="262393"/>
                                    </a:lnTo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BA1067" id="Freeform 153" o:spid="_x0000_s1026" style="position:absolute;margin-left:182.75pt;margin-top:9pt;width:18.15pt;height:20.65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0588,262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" path="m230588,l,262393e" filled="f" strokecolor="red" strokeweight="6pt">
                      <v:stroke joinstyle="miter"/>
                      <v:path arrowok="t" o:connecttype="custom" o:connectlocs="230588,0;0,262393" o:connectangles="0,0"/>
                    </v:shape>
                  </w:pict>
                </mc:Fallback>
              </mc:AlternateContent>
            </w:r>
            <w:r w:rsidR="00C02035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2485058</wp:posOffset>
                      </wp:positionH>
                      <wp:positionV relativeFrom="paragraph">
                        <wp:posOffset>402201</wp:posOffset>
                      </wp:positionV>
                      <wp:extent cx="305869" cy="152633"/>
                      <wp:effectExtent l="0" t="0" r="0" b="0"/>
                      <wp:wrapNone/>
                      <wp:docPr id="203" name="Text Box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869" cy="1526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099" w:rsidRPr="00B16047" w:rsidRDefault="00123B57" w:rsidP="00D169F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50" o:spid="_x0000_s1029" type="#_x0000_t202" style="position:absolute;left:0;text-align:left;margin-left:195.65pt;margin-top:31.65pt;width:24.1pt;height:12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51099" w:rsidRPr="00B16047" w:rsidRDefault="00123B57" w:rsidP="00D169FC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02035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3454904</wp:posOffset>
                      </wp:positionH>
                      <wp:positionV relativeFrom="paragraph">
                        <wp:posOffset>426098</wp:posOffset>
                      </wp:positionV>
                      <wp:extent cx="305869" cy="152633"/>
                      <wp:effectExtent l="0" t="0" r="0" b="0"/>
                      <wp:wrapNone/>
                      <wp:docPr id="204" name="Text Box 3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869" cy="1526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099" w:rsidRPr="00B16047" w:rsidRDefault="00123B57" w:rsidP="0095109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59" o:spid="_x0000_s1030" type="#_x0000_t202" style="position:absolute;left:0;text-align:left;margin-left:272.05pt;margin-top:33.55pt;width:24.1pt;height:12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51099" w:rsidRPr="00B16047" w:rsidRDefault="00123B57" w:rsidP="0095109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1099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11430</wp:posOffset>
                      </wp:positionV>
                      <wp:extent cx="1263650" cy="806450"/>
                      <wp:effectExtent l="3175" t="4445" r="0" b="0"/>
                      <wp:wrapNone/>
                      <wp:docPr id="194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36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BFBFB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Reflux duration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I….0.5-1 second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II….1-2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III….2-3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IV….&gt; 4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7" o:spid="_x0000_s1031" type="#_x0000_t202" style="position:absolute;left:0;text-align:left;margin-left:4.3pt;margin-top:.9pt;width:99.5pt;height:63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" stroked="f" strokecolor="#bfbfbf">
                      <v:textbox>
                        <w:txbxContent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Reflux duration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I….0.5-1 second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II….1-2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III….2-3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IV….&gt; 4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>
                      <wp:simplePos x="0" y="0"/>
                      <wp:positionH relativeFrom="column">
                        <wp:posOffset>1703070</wp:posOffset>
                      </wp:positionH>
                      <wp:positionV relativeFrom="paragraph">
                        <wp:posOffset>403225</wp:posOffset>
                      </wp:positionV>
                      <wp:extent cx="712470" cy="3688080"/>
                      <wp:effectExtent l="22860" t="15240" r="17145" b="20955"/>
                      <wp:wrapNone/>
                      <wp:docPr id="193" name="Freeform 3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2470" cy="3688080"/>
                              </a:xfrm>
                              <a:custGeom>
                                <a:avLst/>
                                <a:gdLst>
                                  <a:gd name="T0" fmla="*/ 1008 w 1122"/>
                                  <a:gd name="T1" fmla="*/ 0 h 5808"/>
                                  <a:gd name="T2" fmla="*/ 1070 w 1122"/>
                                  <a:gd name="T3" fmla="*/ 708 h 5808"/>
                                  <a:gd name="T4" fmla="*/ 698 w 1122"/>
                                  <a:gd name="T5" fmla="*/ 1560 h 5808"/>
                                  <a:gd name="T6" fmla="*/ 96 w 1122"/>
                                  <a:gd name="T7" fmla="*/ 2592 h 5808"/>
                                  <a:gd name="T8" fmla="*/ 120 w 1122"/>
                                  <a:gd name="T9" fmla="*/ 3480 h 5808"/>
                                  <a:gd name="T10" fmla="*/ 372 w 1122"/>
                                  <a:gd name="T11" fmla="*/ 4476 h 5808"/>
                                  <a:gd name="T12" fmla="*/ 626 w 1122"/>
                                  <a:gd name="T13" fmla="*/ 5184 h 5808"/>
                                  <a:gd name="T14" fmla="*/ 722 w 1122"/>
                                  <a:gd name="T15" fmla="*/ 5556 h 5808"/>
                                  <a:gd name="T16" fmla="*/ 722 w 1122"/>
                                  <a:gd name="T17" fmla="*/ 5808 h 58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1122" h="5808">
                                    <a:moveTo>
                                      <a:pt x="1008" y="0"/>
                                    </a:moveTo>
                                    <a:cubicBezTo>
                                      <a:pt x="1016" y="118"/>
                                      <a:pt x="1122" y="448"/>
                                      <a:pt x="1070" y="708"/>
                                    </a:cubicBezTo>
                                    <a:cubicBezTo>
                                      <a:pt x="1018" y="968"/>
                                      <a:pt x="860" y="1246"/>
                                      <a:pt x="698" y="1560"/>
                                    </a:cubicBezTo>
                                    <a:cubicBezTo>
                                      <a:pt x="536" y="1874"/>
                                      <a:pt x="192" y="2272"/>
                                      <a:pt x="96" y="2592"/>
                                    </a:cubicBezTo>
                                    <a:cubicBezTo>
                                      <a:pt x="0" y="2912"/>
                                      <a:pt x="74" y="3166"/>
                                      <a:pt x="120" y="3480"/>
                                    </a:cubicBezTo>
                                    <a:cubicBezTo>
                                      <a:pt x="166" y="3794"/>
                                      <a:pt x="288" y="4192"/>
                                      <a:pt x="372" y="4476"/>
                                    </a:cubicBezTo>
                                    <a:cubicBezTo>
                                      <a:pt x="456" y="4760"/>
                                      <a:pt x="568" y="5004"/>
                                      <a:pt x="626" y="5184"/>
                                    </a:cubicBezTo>
                                    <a:cubicBezTo>
                                      <a:pt x="684" y="5364"/>
                                      <a:pt x="706" y="5452"/>
                                      <a:pt x="722" y="5556"/>
                                    </a:cubicBezTo>
                                    <a:cubicBezTo>
                                      <a:pt x="738" y="5660"/>
                                      <a:pt x="730" y="5734"/>
                                      <a:pt x="722" y="5808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C24F90" id="Freeform 320" o:spid="_x0000_s1026" style="position:absolute;margin-left:134.1pt;margin-top:31.75pt;width:56.1pt;height:290.4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2,5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" path="m1008,v8,118,114,448,62,708c1018,968,860,1246,698,1560,536,1874,192,2272,96,2592,,2912,74,3166,120,3480v46,314,168,712,252,996c456,4760,568,5004,626,5184v58,180,80,268,96,372c738,5660,730,5734,722,5808e" filled="f" strokecolor="navy" strokeweight="2.25pt">
                      <v:path arrowok="t" o:connecttype="custom" o:connectlocs="640080,0;679450,449580;443230,990600;60960,1645920;76200,2209800;236220,2842260;397510,3291840;458470,3528060;458470,3688080" o:connectangles="0,0,0,0,0,0,0,0,0"/>
                    </v:shape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38735</wp:posOffset>
                      </wp:positionV>
                      <wp:extent cx="1807845" cy="4911725"/>
                      <wp:effectExtent l="11430" t="12700" r="9525" b="9525"/>
                      <wp:wrapNone/>
                      <wp:docPr id="174" name="Group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7845" cy="4911725"/>
                                <a:chOff x="3765" y="3343"/>
                                <a:chExt cx="2847" cy="7735"/>
                              </a:xfrm>
                            </wpg:grpSpPr>
                            <wps:wsp>
                              <wps:cNvPr id="175" name="Freeform 30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548" y="9594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6" name="Freeform 30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91" y="4620"/>
                                  <a:ext cx="421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7" name="Freeform 30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24" y="6562"/>
                                  <a:ext cx="443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" name="Freeform 30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753" y="7314"/>
                                  <a:ext cx="969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" name="Freeform 30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79" y="7058"/>
                                  <a:ext cx="967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" name="Freeform 3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79" y="4246"/>
                                  <a:ext cx="1096" cy="5656"/>
                                </a:xfrm>
                                <a:custGeom>
                                  <a:avLst/>
                                  <a:gdLst>
                                    <a:gd name="T0" fmla="*/ 820 w 1096"/>
                                    <a:gd name="T1" fmla="*/ 290 h 5656"/>
                                    <a:gd name="T2" fmla="*/ 863 w 1096"/>
                                    <a:gd name="T3" fmla="*/ 56 h 5656"/>
                                    <a:gd name="T4" fmla="*/ 586 w 1096"/>
                                    <a:gd name="T5" fmla="*/ 626 h 5656"/>
                                    <a:gd name="T6" fmla="*/ 201 w 1096"/>
                                    <a:gd name="T7" fmla="*/ 1568 h 5656"/>
                                    <a:gd name="T8" fmla="*/ 57 w 1096"/>
                                    <a:gd name="T9" fmla="*/ 2054 h 5656"/>
                                    <a:gd name="T10" fmla="*/ 7 w 1096"/>
                                    <a:gd name="T11" fmla="*/ 2546 h 5656"/>
                                    <a:gd name="T12" fmla="*/ 97 w 1096"/>
                                    <a:gd name="T13" fmla="*/ 2906 h 5656"/>
                                    <a:gd name="T14" fmla="*/ 317 w 1096"/>
                                    <a:gd name="T15" fmla="*/ 3249 h 5656"/>
                                    <a:gd name="T16" fmla="*/ 500 w 1096"/>
                                    <a:gd name="T17" fmla="*/ 3708 h 5656"/>
                                    <a:gd name="T18" fmla="*/ 656 w 1096"/>
                                    <a:gd name="T19" fmla="*/ 4375 h 5656"/>
                                    <a:gd name="T20" fmla="*/ 925 w 1096"/>
                                    <a:gd name="T21" fmla="*/ 5028 h 5656"/>
                                    <a:gd name="T22" fmla="*/ 1057 w 1096"/>
                                    <a:gd name="T23" fmla="*/ 5352 h 5656"/>
                                    <a:gd name="T24" fmla="*/ 1086 w 1096"/>
                                    <a:gd name="T25" fmla="*/ 5529 h 5656"/>
                                    <a:gd name="T26" fmla="*/ 997 w 1096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6" h="5656">
                                      <a:moveTo>
                                        <a:pt x="820" y="290"/>
                                      </a:moveTo>
                                      <a:cubicBezTo>
                                        <a:pt x="829" y="251"/>
                                        <a:pt x="902" y="0"/>
                                        <a:pt x="863" y="56"/>
                                      </a:cubicBezTo>
                                      <a:cubicBezTo>
                                        <a:pt x="824" y="112"/>
                                        <a:pt x="696" y="374"/>
                                        <a:pt x="586" y="626"/>
                                      </a:cubicBezTo>
                                      <a:cubicBezTo>
                                        <a:pt x="476" y="878"/>
                                        <a:pt x="290" y="1330"/>
                                        <a:pt x="201" y="1568"/>
                                      </a:cubicBezTo>
                                      <a:cubicBezTo>
                                        <a:pt x="113" y="1806"/>
                                        <a:pt x="89" y="1891"/>
                                        <a:pt x="57" y="2054"/>
                                      </a:cubicBezTo>
                                      <a:cubicBezTo>
                                        <a:pt x="25" y="2217"/>
                                        <a:pt x="0" y="2404"/>
                                        <a:pt x="7" y="2546"/>
                                      </a:cubicBezTo>
                                      <a:cubicBezTo>
                                        <a:pt x="14" y="2688"/>
                                        <a:pt x="45" y="2789"/>
                                        <a:pt x="97" y="2906"/>
                                      </a:cubicBezTo>
                                      <a:cubicBezTo>
                                        <a:pt x="149" y="3023"/>
                                        <a:pt x="250" y="3115"/>
                                        <a:pt x="317" y="3249"/>
                                      </a:cubicBezTo>
                                      <a:cubicBezTo>
                                        <a:pt x="384" y="3383"/>
                                        <a:pt x="444" y="3520"/>
                                        <a:pt x="500" y="3708"/>
                                      </a:cubicBezTo>
                                      <a:cubicBezTo>
                                        <a:pt x="556" y="3896"/>
                                        <a:pt x="585" y="4155"/>
                                        <a:pt x="656" y="4375"/>
                                      </a:cubicBezTo>
                                      <a:cubicBezTo>
                                        <a:pt x="727" y="4595"/>
                                        <a:pt x="858" y="4865"/>
                                        <a:pt x="925" y="5028"/>
                                      </a:cubicBezTo>
                                      <a:cubicBezTo>
                                        <a:pt x="992" y="5191"/>
                                        <a:pt x="1030" y="5269"/>
                                        <a:pt x="1057" y="5352"/>
                                      </a:cubicBezTo>
                                      <a:cubicBezTo>
                                        <a:pt x="1084" y="5435"/>
                                        <a:pt x="1096" y="5478"/>
                                        <a:pt x="1086" y="5529"/>
                                      </a:cubicBezTo>
                                      <a:cubicBezTo>
                                        <a:pt x="1076" y="5580"/>
                                        <a:pt x="1015" y="5630"/>
                                        <a:pt x="997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" name="Freeform 30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614" y="3510"/>
                                  <a:ext cx="553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" name="Freeform 30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78" y="3439"/>
                                  <a:ext cx="485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" name="Freeform 31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52" y="4169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4" name="Freeform 31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832" y="6204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5" name="Freeform 31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122" y="6706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" name="Freeform 3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263" y="3562"/>
                                  <a:ext cx="1000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" name="Freeform 31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06" y="3408"/>
                                  <a:ext cx="1677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" name="Freeform 31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98" y="10754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" name="Freeform 31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421" y="10193"/>
                                  <a:ext cx="569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" name="Freeform 31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62" y="10885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" name="Freeform 31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5" y="3343"/>
                                  <a:ext cx="2606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746" y="3876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BD2371" id="Group 301" o:spid="_x0000_s1026" style="position:absolute;margin-left:83.7pt;margin-top:3.05pt;width:142.35pt;height:386.75pt;z-index:251649536" coordorigin="3765,3343" coordsize="2847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">
                      <v:shape id="Freeform 302" o:spid="_x0000_s1027" style="position:absolute;left:5548;top:9594;width:134;height:256;flip:x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303" o:spid="_x0000_s1028" style="position:absolute;left:6191;top:4620;width:421;height:416;flip:x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" path="m,c26,70,52,140,120,204v68,64,178,122,288,180e" filled="f" strokecolor="gray" strokeweight="1pt">
                        <v:path arrowok="t" o:connecttype="custom" o:connectlocs="0,0;124,221;421,416" o:connectangles="0,0,0"/>
                      </v:shape>
                      <v:shape id="Freeform 304" o:spid="_x0000_s1029" style="position:absolute;left:4824;top:6562;width:443;height:646;flip:x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9,302;399,206;315,170;194,2;255,182;218,314;14,614" o:connectangles="0,0,0,0,0,0,0,0,0"/>
                      </v:shape>
                      <v:shape id="Freeform 305" o:spid="_x0000_s1030" style="position:absolute;left:4753;top:7314;width:969;height:2543;flip:x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3,1686;464,1288;589,724;746,282;952,8;849,330;777,594;683,983;565,1410;361,1861;216,2262" o:connectangles="0,0,0,0,0,0,0,0,0,0,0,0,0,0"/>
                      </v:shape>
                      <v:shape id="Freeform 306" o:spid="_x0000_s1031" style="position:absolute;left:4479;top:7058;width:967;height:2806;flip:x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4,1676;498,1148;575,864;727,332;835,12;960,406;876,824;541,1522;291,2040;151,2376;120,2806" o:connectangles="0,0,0,0,0,0,0,0,0,0,0,0,0"/>
                      </v:shape>
                      <v:shape id="Freeform 307" o:spid="_x0000_s1032" style="position:absolute;left:4679;top:4246;width:1096;height:5656;visibility:visible;mso-wrap-style:square;v-text-anchor:top" coordsize="1096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" path="m820,290c829,251,902,,863,56,824,112,696,374,586,626,476,878,290,1330,201,1568,113,1806,89,1891,57,2054,25,2217,,2404,7,2546v7,142,38,243,90,360c149,3023,250,3115,317,3249v67,134,127,271,183,459c556,3896,585,4155,656,4375v71,220,202,490,269,653c992,5191,1030,5269,1057,5352v27,83,39,126,29,177c1076,5580,1015,5630,997,5656e" filled="f" strokecolor="#333">
                        <v:path arrowok="t" o:connecttype="custom" o:connectlocs="820,290;863,56;586,626;201,1568;57,2054;7,2546;97,2906;317,3249;500,3708;656,4375;925,5028;1057,5352;1086,5529;997,5656" o:connectangles="0,0,0,0,0,0,0,0,0,0,0,0,0,0"/>
                      </v:shape>
                      <v:shape id="Freeform 308" o:spid="_x0000_s1033" style="position:absolute;left:5614;top:3510;width:553;height:1080;flip:x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7,330;445,570;493,804;553,1080" o:connectangles="0,0,0,0,0"/>
                      </v:shape>
                      <v:shape id="Freeform 309" o:spid="_x0000_s1034" style="position:absolute;left:4878;top:3439;width:485;height:595;flip:x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1,581;406,497;310,367;253,228;223,137;184,106;21,5;60,75;177,223;322,415;471,581" o:connectangles="0,0,0,0,0,0,0,0,0,0,0"/>
                      </v:shape>
                      <v:shape id="Freeform 310" o:spid="_x0000_s1035" style="position:absolute;left:6152;top:4169;width:184;height:825;flip:x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311" o:spid="_x0000_s1036" style="position:absolute;left:3832;top:6204;width:154;height:102;flip:x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312" o:spid="_x0000_s1037" style="position:absolute;left:4122;top:6706;width:230;height:909;flip:x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313" o:spid="_x0000_s1038" style="position:absolute;left:5263;top:3562;width:1000;height:614;flip:x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" path="m,614c29,524,57,436,144,350,231,264,381,158,523,100,665,42,899,21,998,e" filled="f">
                        <v:stroke dashstyle="1 1" endcap="round"/>
                        <v:path arrowok="t" o:connecttype="custom" o:connectlocs="0,614;144,350;524,100;1000,0" o:connectangles="0,0,0,0"/>
                      </v:shape>
                      <v:shape id="Freeform 314" o:spid="_x0000_s1039" style="position:absolute;left:4406;top:3408;width:1677;height:6456;flip:x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1,318;650,786;1010,1554;1335,2370;1486,2868;1528,3324;1546,3576;1672,4056;1576,4518;1185,5328;914,5880;842,6144;830,6456" o:connectangles="0,0,0,0,0,0,0,0,0,0,0,0,0,0"/>
                      </v:shape>
                      <v:shape id="Freeform 315" o:spid="_x0000_s1040" style="position:absolute;left:4698;top:10754;width:232;height:138;flip:x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316" o:spid="_x0000_s1041" style="position:absolute;left:5421;top:10193;width:569;height:562;flip:x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7,559;497,427;424,253;304,121;99,49;9,1;45,43;141,97;238,193;322,307;424,445;557,559" o:connectangles="0,0,0,0,0,0,0,0,0,0,0,0"/>
                      </v:shape>
                      <v:shape id="Freeform 317" o:spid="_x0000_s1042" style="position:absolute;left:4662;top:10885;width:99;height:52;flip:x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318" o:spid="_x0000_s1043" style="position:absolute;left:3765;top:3343;width:2606;height:7735;flip:x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1,2059;818,2525;1046,2801;1214,3149;1328,3425;1166,3684;916,4097;835,4462;801,4846;661,5441;555,5907;361,6209;168,6389;144,6581;313,6797;457,6917;577,7007;800,7301;940,7438;1094,7625;1286,7709;1431,7697;1515,7733;1695,7709;1761,7607;1647,7517;1537,7469;1431,7402;1323,7193;1226,6827;1166,6575;1250,6101;1479,5561;1803,4949;2116,4169;2260,3857;2513,3437;2603,3149;2531,2909;2381,2417;2195,1913;1912,1349;1599,845;1496,694;1455,533;1402,327;1369,0" o:connectangles="0,0,0,0,0,0,0,0,0,0,0,0,0,0,0,0,0,0,0,0,0,0,0,0,0,0,0,0,0,0,0,0,0,0,0,0,0,0,0,0,0,0,0,0,0,0,0,0,0"/>
                      </v:shape>
                      <v:shape id="Freeform 319" o:spid="_x0000_s1044" style="position:absolute;left:5746;top:3876;width:40;height:600;flip:x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519430</wp:posOffset>
                      </wp:positionH>
                      <wp:positionV relativeFrom="paragraph">
                        <wp:posOffset>2282190</wp:posOffset>
                      </wp:positionV>
                      <wp:extent cx="90170" cy="2072640"/>
                      <wp:effectExtent l="20320" t="17780" r="22860" b="14605"/>
                      <wp:wrapNone/>
                      <wp:docPr id="173" name="Freeform 3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170" cy="2072640"/>
                              </a:xfrm>
                              <a:custGeom>
                                <a:avLst/>
                                <a:gdLst>
                                  <a:gd name="T0" fmla="*/ 60 w 142"/>
                                  <a:gd name="T1" fmla="*/ 0 h 3264"/>
                                  <a:gd name="T2" fmla="*/ 0 w 142"/>
                                  <a:gd name="T3" fmla="*/ 336 h 3264"/>
                                  <a:gd name="T4" fmla="*/ 60 w 142"/>
                                  <a:gd name="T5" fmla="*/ 924 h 3264"/>
                                  <a:gd name="T6" fmla="*/ 132 w 142"/>
                                  <a:gd name="T7" fmla="*/ 1968 h 3264"/>
                                  <a:gd name="T8" fmla="*/ 120 w 142"/>
                                  <a:gd name="T9" fmla="*/ 2760 h 3264"/>
                                  <a:gd name="T10" fmla="*/ 48 w 142"/>
                                  <a:gd name="T11" fmla="*/ 3264 h 326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42" h="3264">
                                    <a:moveTo>
                                      <a:pt x="60" y="0"/>
                                    </a:moveTo>
                                    <a:cubicBezTo>
                                      <a:pt x="30" y="91"/>
                                      <a:pt x="0" y="182"/>
                                      <a:pt x="0" y="336"/>
                                    </a:cubicBezTo>
                                    <a:cubicBezTo>
                                      <a:pt x="0" y="490"/>
                                      <a:pt x="38" y="652"/>
                                      <a:pt x="60" y="924"/>
                                    </a:cubicBezTo>
                                    <a:cubicBezTo>
                                      <a:pt x="82" y="1196"/>
                                      <a:pt x="122" y="1662"/>
                                      <a:pt x="132" y="1968"/>
                                    </a:cubicBezTo>
                                    <a:cubicBezTo>
                                      <a:pt x="142" y="2274"/>
                                      <a:pt x="134" y="2544"/>
                                      <a:pt x="120" y="2760"/>
                                    </a:cubicBezTo>
                                    <a:cubicBezTo>
                                      <a:pt x="106" y="2976"/>
                                      <a:pt x="77" y="3120"/>
                                      <a:pt x="48" y="3264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19901A" id="Freeform 322" o:spid="_x0000_s1026" style="position:absolute;margin-left:40.9pt;margin-top:179.7pt;width:7.1pt;height:163.2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2,3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" path="m60,c30,91,,182,,336,,490,38,652,60,924v22,272,62,738,72,1044c142,2274,134,2544,120,2760v-14,216,-43,360,-72,504e" filled="f" strokecolor="navy" strokeweight="2.25pt">
                      <v:path arrowok="t" o:connecttype="custom" o:connectlocs="38100,0;0,213360;38100,586740;83820,1249680;76200,1752600;30480,2072640" o:connectangles="0,0,0,0,0,0"/>
                    </v:shape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158750</wp:posOffset>
                      </wp:positionV>
                      <wp:extent cx="1080135" cy="4745355"/>
                      <wp:effectExtent l="10160" t="8890" r="14605" b="8255"/>
                      <wp:wrapNone/>
                      <wp:docPr id="150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1080135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151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2" name="Freeform 2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3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4" name="Freeform 2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6" name="Freeform 2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7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8" name="Freeform 2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9" name="Freeform 2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" name="Freeform 2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" name="Freeform 2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" name="Freeform 2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E92C9A" id="Group 269" o:spid="_x0000_s1026" style="position:absolute;margin-left:7.85pt;margin-top:12.5pt;width:85.05pt;height:373.65pt;flip:x;z-index:251647488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">
                      <v:shape id="Freeform 27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7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7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7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27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" path="m,c14,4,28,8,34,12e" filled="f" strokecolor="gray">
                        <v:path arrowok="t" o:connecttype="custom" o:connectlocs="0,0;34,12" o:connectangles="0,0"/>
                      </v:shape>
                      <v:shape id="Freeform 27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" path="m,c,,18,7,36,15e" filled="f" strokecolor="gray">
                        <v:path arrowok="t" o:connecttype="custom" o:connectlocs="0,0;36,15" o:connectangles="0,0"/>
                      </v:shape>
                      <v:shape id="Freeform 27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7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7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7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8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8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5028565</wp:posOffset>
                      </wp:positionH>
                      <wp:positionV relativeFrom="paragraph">
                        <wp:posOffset>160020</wp:posOffset>
                      </wp:positionV>
                      <wp:extent cx="1087120" cy="4745355"/>
                      <wp:effectExtent l="14605" t="10160" r="12700" b="6985"/>
                      <wp:wrapNone/>
                      <wp:docPr id="137" name="Group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138" name="Freeform 2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Freeform 2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Freeform 2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1" name="Freeform 2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2" name="Freeform 2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3" name="Freeform 2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4" name="Freeform 2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5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6" name="Freeform 2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7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" name="Freeform 2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6B0D534" id="Group 256" o:spid="_x0000_s1026" style="position:absolute;margin-left:395.95pt;margin-top:12.6pt;width:85.6pt;height:373.65pt;z-index:251646464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">
                      <v:shape id="Freeform 257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58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59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60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" path="m,c10,2,21,4,27,7v6,3,9,7,12,12e" filled="f" strokecolor="gray" strokeweight="1pt">
                        <v:path arrowok="t" o:connecttype="custom" o:connectlocs="0,0;27,7;39,19" o:connectangles="0,0,0"/>
                      </v:shape>
                      <v:shape id="Freeform 261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" path="m,c14,4,28,8,34,12e" filled="f" strokecolor="gray" strokeweight="1pt">
                        <v:path arrowok="t" o:connecttype="custom" o:connectlocs="0,0;34,12" o:connectangles="0,0"/>
                      </v:shape>
                      <v:shape id="Freeform 262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" path="m,c,,18,7,36,15e" filled="f" strokecolor="gray" strokeweight="1pt">
                        <v:path arrowok="t" o:connecttype="custom" o:connectlocs="0,0;36,15" o:connectangles="0,0"/>
                      </v:shape>
                      <v:shape id="Freeform 263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64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65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66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67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68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>
                      <wp:simplePos x="0" y="0"/>
                      <wp:positionH relativeFrom="column">
                        <wp:posOffset>5612130</wp:posOffset>
                      </wp:positionH>
                      <wp:positionV relativeFrom="paragraph">
                        <wp:posOffset>2256155</wp:posOffset>
                      </wp:positionV>
                      <wp:extent cx="96520" cy="2057400"/>
                      <wp:effectExtent l="17145" t="20320" r="19685" b="17780"/>
                      <wp:wrapNone/>
                      <wp:docPr id="136" name="Freeform 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6520" cy="2057400"/>
                              </a:xfrm>
                              <a:custGeom>
                                <a:avLst/>
                                <a:gdLst>
                                  <a:gd name="T0" fmla="*/ 80 w 152"/>
                                  <a:gd name="T1" fmla="*/ 0 h 3240"/>
                                  <a:gd name="T2" fmla="*/ 152 w 152"/>
                                  <a:gd name="T3" fmla="*/ 252 h 3240"/>
                                  <a:gd name="T4" fmla="*/ 80 w 152"/>
                                  <a:gd name="T5" fmla="*/ 1008 h 3240"/>
                                  <a:gd name="T6" fmla="*/ 8 w 152"/>
                                  <a:gd name="T7" fmla="*/ 1896 h 3240"/>
                                  <a:gd name="T8" fmla="*/ 32 w 152"/>
                                  <a:gd name="T9" fmla="*/ 2820 h 3240"/>
                                  <a:gd name="T10" fmla="*/ 92 w 152"/>
                                  <a:gd name="T11" fmla="*/ 3240 h 32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52" h="3240">
                                    <a:moveTo>
                                      <a:pt x="80" y="0"/>
                                    </a:moveTo>
                                    <a:cubicBezTo>
                                      <a:pt x="116" y="42"/>
                                      <a:pt x="152" y="84"/>
                                      <a:pt x="152" y="252"/>
                                    </a:cubicBezTo>
                                    <a:cubicBezTo>
                                      <a:pt x="152" y="420"/>
                                      <a:pt x="104" y="734"/>
                                      <a:pt x="80" y="1008"/>
                                    </a:cubicBezTo>
                                    <a:cubicBezTo>
                                      <a:pt x="56" y="1282"/>
                                      <a:pt x="16" y="1594"/>
                                      <a:pt x="8" y="1896"/>
                                    </a:cubicBezTo>
                                    <a:cubicBezTo>
                                      <a:pt x="0" y="2198"/>
                                      <a:pt x="18" y="2596"/>
                                      <a:pt x="32" y="2820"/>
                                    </a:cubicBezTo>
                                    <a:cubicBezTo>
                                      <a:pt x="46" y="3044"/>
                                      <a:pt x="69" y="3142"/>
                                      <a:pt x="92" y="324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C9C913" id="Freeform 321" o:spid="_x0000_s1026" style="position:absolute;margin-left:441.9pt;margin-top:177.65pt;width:7.6pt;height:16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2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" path="m80,v36,42,72,84,72,252c152,420,104,734,80,1008,56,1282,16,1594,8,1896v-8,302,10,700,24,924c46,3044,69,3142,92,3240e" filled="f" strokecolor="navy" strokeweight="2.25pt">
                      <v:path arrowok="t" o:connecttype="custom" o:connectlocs="50800,0;96520,160020;50800,640080;5080,1203960;20320,1790700;58420,2057400" o:connectangles="0,0,0,0,0,0"/>
                    </v:shape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3331210</wp:posOffset>
                      </wp:positionH>
                      <wp:positionV relativeFrom="paragraph">
                        <wp:posOffset>38735</wp:posOffset>
                      </wp:positionV>
                      <wp:extent cx="1804035" cy="4911725"/>
                      <wp:effectExtent l="12700" t="12700" r="12065" b="9525"/>
                      <wp:wrapNone/>
                      <wp:docPr id="21" name="Group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6972" y="3331"/>
                                <a:chExt cx="2841" cy="7735"/>
                              </a:xfrm>
                            </wpg:grpSpPr>
                            <wps:wsp>
                              <wps:cNvPr id="22" name="Freeform 2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00" y="9582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72" y="4608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14" y="6550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60" y="7302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36" y="7046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07" y="4234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16" y="3498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18" y="3427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7" y="4157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2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92" y="6192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Freeform 2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27" y="6694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" name="Freeform 2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20" y="3550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" name="Freeform 2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0" y="3396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Freeform 2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50" y="10742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Freeform 2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93" y="10181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" name="Freeform 2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19" y="10873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" name="Freeform 2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2" y="3331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" name="Freeform 3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96" y="3864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DB82B3" id="Group 282" o:spid="_x0000_s1026" style="position:absolute;margin-left:262.3pt;margin-top:3.05pt;width:142.05pt;height:386.75pt;z-index:251648512" coordorigin="6972,3331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">
                      <v:shape id="Freeform 283" o:spid="_x0000_s1027" style="position:absolute;left:7900;top:9582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284" o:spid="_x0000_s1028" style="position:absolute;left:6972;top:4608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285" o:spid="_x0000_s1029" style="position:absolute;left:8314;top:6550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286" o:spid="_x0000_s1030" style="position:absolute;left:7860;top:7302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287" o:spid="_x0000_s1031" style="position:absolute;left:8136;top:7046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288" o:spid="_x0000_s1032" style="position:absolute;left:7807;top:4234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289" o:spid="_x0000_s1033" style="position:absolute;left:7416;top:3498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290" o:spid="_x0000_s1034" style="position:absolute;left:8218;top:3427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291" o:spid="_x0000_s1035" style="position:absolute;left:7247;top:4157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292" o:spid="_x0000_s1036" style="position:absolute;left:9592;top:6192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293" o:spid="_x0000_s1037" style="position:absolute;left:9227;top:6694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294" o:spid="_x0000_s1038" style="position:absolute;left:7320;top:3550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295" o:spid="_x0000_s1039" style="position:absolute;left:7500;top:3396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296" o:spid="_x0000_s1040" style="position:absolute;left:8650;top:10742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297" o:spid="_x0000_s1041" style="position:absolute;left:7593;top:10181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298" o:spid="_x0000_s1042" style="position:absolute;left:8819;top:10873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299" o:spid="_x0000_s1043" style="position:absolute;left:7212;top:3331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  <v:shape id="Freeform 300" o:spid="_x0000_s1044" style="position:absolute;left:7796;top:3864;width:40;height:600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3783965</wp:posOffset>
                      </wp:positionH>
                      <wp:positionV relativeFrom="paragraph">
                        <wp:posOffset>445770</wp:posOffset>
                      </wp:positionV>
                      <wp:extent cx="657860" cy="3708400"/>
                      <wp:effectExtent l="17780" t="19685" r="19685" b="15240"/>
                      <wp:wrapNone/>
                      <wp:docPr id="20" name="Freeform 3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7860" cy="3708400"/>
                              </a:xfrm>
                              <a:custGeom>
                                <a:avLst/>
                                <a:gdLst>
                                  <a:gd name="T0" fmla="*/ 143 w 1036"/>
                                  <a:gd name="T1" fmla="*/ 0 h 5840"/>
                                  <a:gd name="T2" fmla="*/ 39 w 1036"/>
                                  <a:gd name="T3" fmla="*/ 272 h 5840"/>
                                  <a:gd name="T4" fmla="*/ 31 w 1036"/>
                                  <a:gd name="T5" fmla="*/ 816 h 5840"/>
                                  <a:gd name="T6" fmla="*/ 223 w 1036"/>
                                  <a:gd name="T7" fmla="*/ 1376 h 5840"/>
                                  <a:gd name="T8" fmla="*/ 759 w 1036"/>
                                  <a:gd name="T9" fmla="*/ 2200 h 5840"/>
                                  <a:gd name="T10" fmla="*/ 983 w 1036"/>
                                  <a:gd name="T11" fmla="*/ 2664 h 5840"/>
                                  <a:gd name="T12" fmla="*/ 1031 w 1036"/>
                                  <a:gd name="T13" fmla="*/ 3032 h 5840"/>
                                  <a:gd name="T14" fmla="*/ 951 w 1036"/>
                                  <a:gd name="T15" fmla="*/ 3600 h 5840"/>
                                  <a:gd name="T16" fmla="*/ 751 w 1036"/>
                                  <a:gd name="T17" fmla="*/ 4504 h 5840"/>
                                  <a:gd name="T18" fmla="*/ 495 w 1036"/>
                                  <a:gd name="T19" fmla="*/ 5176 h 5840"/>
                                  <a:gd name="T20" fmla="*/ 399 w 1036"/>
                                  <a:gd name="T21" fmla="*/ 5592 h 5840"/>
                                  <a:gd name="T22" fmla="*/ 391 w 1036"/>
                                  <a:gd name="T23" fmla="*/ 5840 h 584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</a:cxnLst>
                                <a:rect l="0" t="0" r="r" b="b"/>
                                <a:pathLst>
                                  <a:path w="1036" h="5840">
                                    <a:moveTo>
                                      <a:pt x="143" y="0"/>
                                    </a:moveTo>
                                    <a:cubicBezTo>
                                      <a:pt x="100" y="68"/>
                                      <a:pt x="58" y="136"/>
                                      <a:pt x="39" y="272"/>
                                    </a:cubicBezTo>
                                    <a:cubicBezTo>
                                      <a:pt x="20" y="408"/>
                                      <a:pt x="0" y="632"/>
                                      <a:pt x="31" y="816"/>
                                    </a:cubicBezTo>
                                    <a:cubicBezTo>
                                      <a:pt x="62" y="1000"/>
                                      <a:pt x="102" y="1145"/>
                                      <a:pt x="223" y="1376"/>
                                    </a:cubicBezTo>
                                    <a:cubicBezTo>
                                      <a:pt x="344" y="1607"/>
                                      <a:pt x="632" y="1985"/>
                                      <a:pt x="759" y="2200"/>
                                    </a:cubicBezTo>
                                    <a:cubicBezTo>
                                      <a:pt x="886" y="2415"/>
                                      <a:pt x="938" y="2525"/>
                                      <a:pt x="983" y="2664"/>
                                    </a:cubicBezTo>
                                    <a:cubicBezTo>
                                      <a:pt x="1028" y="2803"/>
                                      <a:pt x="1036" y="2876"/>
                                      <a:pt x="1031" y="3032"/>
                                    </a:cubicBezTo>
                                    <a:cubicBezTo>
                                      <a:pt x="1026" y="3188"/>
                                      <a:pt x="998" y="3355"/>
                                      <a:pt x="951" y="3600"/>
                                    </a:cubicBezTo>
                                    <a:cubicBezTo>
                                      <a:pt x="904" y="3845"/>
                                      <a:pt x="827" y="4241"/>
                                      <a:pt x="751" y="4504"/>
                                    </a:cubicBezTo>
                                    <a:cubicBezTo>
                                      <a:pt x="675" y="4767"/>
                                      <a:pt x="554" y="4995"/>
                                      <a:pt x="495" y="5176"/>
                                    </a:cubicBezTo>
                                    <a:cubicBezTo>
                                      <a:pt x="436" y="5357"/>
                                      <a:pt x="416" y="5481"/>
                                      <a:pt x="399" y="5592"/>
                                    </a:cubicBezTo>
                                    <a:cubicBezTo>
                                      <a:pt x="382" y="5703"/>
                                      <a:pt x="386" y="5771"/>
                                      <a:pt x="391" y="5840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D8CD45" id="Freeform 323" o:spid="_x0000_s1026" style="position:absolute;margin-left:297.95pt;margin-top:35.1pt;width:51.8pt;height:292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36,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" path="m143,c100,68,58,136,39,272,20,408,,632,31,816v31,184,71,329,192,560c344,1607,632,1985,759,2200v127,215,179,325,224,464c1028,2803,1036,2876,1031,3032v-5,156,-33,323,-80,568c904,3845,827,4241,751,4504v-76,263,-197,491,-256,672c436,5357,416,5481,399,5592v-17,111,-13,179,-8,248e" filled="f" strokecolor="navy" strokeweight="2.25pt">
                      <v:path arrowok="t" o:connecttype="custom" o:connectlocs="90805,0;24765,172720;19685,518160;141605,873760;481965,1397000;624205,1691640;654685,1925320;603885,2286000;476885,2860040;314325,3286760;253365,3550920;248285,3708400" o:connectangles="0,0,0,0,0,0,0,0,0,0,0,0"/>
                    </v:shape>
                  </w:pict>
                </mc:Fallback>
              </mc:AlternateContent>
            </w:r>
          </w:p>
        </w:tc>
      </w:tr>
      <w:tr w:rsidR="00894682" w:rsidRPr="001906A2" w:rsidTr="0025571B">
        <w:tc>
          <w:tcPr>
            <w:tcW w:w="170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951099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3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3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3BA650" id="Group 326" o:spid="_x0000_s1026" style="position:absolute;margin-left:68.7pt;margin-top:1.4pt;width:15.35pt;height:6.85pt;z-index:251656704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">
                      <v:line id="Line 327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328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7931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894682" w:rsidRPr="001906A2" w:rsidRDefault="00951099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3335" t="10160" r="10795" b="7620"/>
                      <wp:wrapNone/>
                      <wp:docPr id="11" name="Group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19" name="Line 3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5" name="Line 3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7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8AB860" id="Group 333" o:spid="_x0000_s1026" style="position:absolute;margin-left:212.6pt;margin-top:1.4pt;width:15.35pt;height:6.85pt;z-index:251658752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">
                      <v:line id="Line 334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<v:line id="Line 335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<v:shape id="Freeform 336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337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16510</wp:posOffset>
                      </wp:positionV>
                      <wp:extent cx="194945" cy="85725"/>
                      <wp:effectExtent l="46355" t="8890" r="44450" b="10160"/>
                      <wp:wrapNone/>
                      <wp:docPr id="7" name="Group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196" name="Line 3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7" name="Line 3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" name="Line 3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A6237E" id="Group 329" o:spid="_x0000_s1026" style="position:absolute;margin-left:158.2pt;margin-top:1.3pt;width:15.35pt;height:6.75pt;z-index:251657728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">
                      <v:line id="Line 330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" strokecolor="red" strokeweight="6pt"/>
                      <v:line id="Line 331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  <v:line id="Line 332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38100" t="45085" r="43815" b="40640"/>
                      <wp:wrapNone/>
                      <wp:docPr id="6" name="Lin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37001FF" id="Line 325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NiQ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lnGCnS&#10;gUTPQnE0nTyE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CmVNiQ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15875</wp:posOffset>
                      </wp:positionV>
                      <wp:extent cx="194945" cy="89535"/>
                      <wp:effectExtent l="5080" t="8255" r="9525" b="6985"/>
                      <wp:wrapNone/>
                      <wp:docPr id="2" name="Group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212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3" name="Line 3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4" name="Line 3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BC0A09" id="Group 338" o:spid="_x0000_s1026" style="position:absolute;margin-left:309.45pt;margin-top:1.25pt;width:15.35pt;height:7.05pt;z-index:251659776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">
                      <v:shape id="Freeform 339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340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xIsxAAAANw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lsK92fiBXL2CwAA//8DAFBLAQItABQABgAIAAAAIQDb4fbL7gAAAIUBAAATAAAAAAAAAAAA&#10;AAAAAAAAAABbQ29udGVudF9UeXBlc10ueG1sUEsBAi0AFAAGAAgAAAAhAFr0LFu/AAAAFQEAAAsA&#10;AAAAAAAAAAAAAAAAHwEAAF9yZWxzLy5yZWxzUEsBAi0AFAAGAAgAAAAhAGXvEizEAAAA3AAAAA8A&#10;AAAAAAAAAAAAAAAABwIAAGRycy9kb3ducmV2LnhtbFBLBQYAAAAAAwADALcAAAD4AgAAAAA=&#10;"/>
                      <v:line id="Line 341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3839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Pr="00894682" w:rsidRDefault="00894682" w:rsidP="001906A2">
            <w:pPr>
              <w:tabs>
                <w:tab w:val="left" w:pos="867"/>
              </w:tabs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Right</w:t>
            </w:r>
          </w:p>
          <w:p w:rsidR="00894682" w:rsidRDefault="00894682" w:rsidP="00123B57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</w:t>
            </w:r>
            <w:r w:rsidR="00123B57">
              <w:rPr>
                <w:rFonts w:ascii="Arial" w:hAnsi="Arial" w:cs="Arial"/>
                <w:sz w:val="18"/>
                <w:szCs w:val="20"/>
              </w:rPr>
              <w:t>. Incompetent CFV.</w:t>
            </w:r>
          </w:p>
        </w:tc>
        <w:tc>
          <w:tcPr>
            <w:tcW w:w="3832" w:type="dxa"/>
            <w:shd w:val="clear" w:color="auto" w:fill="auto"/>
          </w:tcPr>
          <w:p w:rsidR="0089468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Left</w:t>
            </w:r>
          </w:p>
          <w:p w:rsidR="00951099" w:rsidRPr="001906A2" w:rsidRDefault="00951099" w:rsidP="00123B57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</w:t>
            </w:r>
            <w:r w:rsidR="00123B57">
              <w:rPr>
                <w:rFonts w:ascii="Arial" w:hAnsi="Arial" w:cs="Arial"/>
                <w:sz w:val="18"/>
                <w:szCs w:val="20"/>
              </w:rPr>
              <w:t>. Incompetent CFV.</w:t>
            </w: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3839" w:type="dxa"/>
            <w:shd w:val="clear" w:color="auto" w:fill="auto"/>
            <w:tcMar>
              <w:top w:w="28" w:type="dxa"/>
              <w:bottom w:w="28" w:type="dxa"/>
            </w:tcMar>
          </w:tcPr>
          <w:p w:rsidR="00951099" w:rsidRPr="001906A2" w:rsidRDefault="00123B57" w:rsidP="00123B57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The SFJ is mildly incompetent. The LSV becomes mildly incompetent in the proximal-mid calf.</w:t>
            </w:r>
          </w:p>
        </w:tc>
        <w:tc>
          <w:tcPr>
            <w:tcW w:w="3832" w:type="dxa"/>
            <w:shd w:val="clear" w:color="auto" w:fill="auto"/>
          </w:tcPr>
          <w:p w:rsidR="00951099" w:rsidRPr="001906A2" w:rsidRDefault="00123B57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Patent. The SFJ is mildly incompetent. The LSV becomes incompetent in the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prox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-mid calf. A short section of the SSV is incompetent in the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mid calf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3839" w:type="dxa"/>
            <w:shd w:val="clear" w:color="auto" w:fill="auto"/>
            <w:tcMar>
              <w:top w:w="28" w:type="dxa"/>
              <w:bottom w:w="28" w:type="dxa"/>
            </w:tcMar>
          </w:tcPr>
          <w:p w:rsidR="00951099" w:rsidRDefault="00123B57" w:rsidP="00123B57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Incompetent medial Gastrocnemius – LSV perforator in the proximal calf measuring 2.1mm in diameter. </w:t>
            </w:r>
          </w:p>
          <w:p w:rsidR="00123B57" w:rsidRPr="001906A2" w:rsidRDefault="00123B57" w:rsidP="00123B57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There is a large PTV – LSV perforator in the distal calf, which measures 4.1mm in diameter, but has no demonstrable reflux. </w:t>
            </w:r>
          </w:p>
        </w:tc>
        <w:tc>
          <w:tcPr>
            <w:tcW w:w="3832" w:type="dxa"/>
            <w:shd w:val="clear" w:color="auto" w:fill="auto"/>
          </w:tcPr>
          <w:p w:rsidR="00951099" w:rsidRDefault="00123B57" w:rsidP="00123B57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Incompetent medial Gastrocnemius Vein –LSV perforator in the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mid calf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which measures 4.0mm in diameter.</w:t>
            </w:r>
          </w:p>
          <w:p w:rsidR="00123B57" w:rsidRDefault="00123B57" w:rsidP="00123B57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Incompetent lateral Gastrocnemius Vein – SSV perforator in the </w:t>
            </w:r>
            <w:proofErr w:type="spellStart"/>
            <w:r>
              <w:rPr>
                <w:rFonts w:ascii="Arial" w:hAnsi="Arial" w:cs="Arial"/>
                <w:sz w:val="18"/>
                <w:szCs w:val="20"/>
              </w:rPr>
              <w:t>mid calf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>, which measures 2.0mm in diameter.</w:t>
            </w:r>
          </w:p>
          <w:p w:rsidR="00123B57" w:rsidRPr="001906A2" w:rsidRDefault="00123B57" w:rsidP="00123B57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951099" w:rsidRPr="001906A2" w:rsidRDefault="00951099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Default="00694581"/>
    <w:sectPr w:rsidR="00694581" w:rsidSect="00894682">
      <w:headerReference w:type="default" r:id="rId6"/>
      <w:footerReference w:type="default" r:id="rId7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69FC" w:rsidRDefault="00D169FC">
      <w:r>
        <w:separator/>
      </w:r>
    </w:p>
  </w:endnote>
  <w:endnote w:type="continuationSeparator" w:id="0">
    <w:p w:rsidR="00D169FC" w:rsidRDefault="00D16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4F4" w:rsidRPr="00314D22" w:rsidRDefault="00D674F4" w:rsidP="00314D22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69FC" w:rsidRDefault="00D169FC">
      <w:r>
        <w:separator/>
      </w:r>
    </w:p>
  </w:footnote>
  <w:footnote w:type="continuationSeparator" w:id="0">
    <w:p w:rsidR="00D169FC" w:rsidRDefault="00D16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82" w:rsidRDefault="00951099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9FC"/>
    <w:rsid w:val="00050E18"/>
    <w:rsid w:val="0007640A"/>
    <w:rsid w:val="00082FF5"/>
    <w:rsid w:val="000A3239"/>
    <w:rsid w:val="00106CEB"/>
    <w:rsid w:val="00123B57"/>
    <w:rsid w:val="00130125"/>
    <w:rsid w:val="00130D4E"/>
    <w:rsid w:val="001906A2"/>
    <w:rsid w:val="001934F0"/>
    <w:rsid w:val="001C78C7"/>
    <w:rsid w:val="002027E7"/>
    <w:rsid w:val="0020510B"/>
    <w:rsid w:val="00216637"/>
    <w:rsid w:val="002213C3"/>
    <w:rsid w:val="002523B4"/>
    <w:rsid w:val="00252DD3"/>
    <w:rsid w:val="0025571B"/>
    <w:rsid w:val="00267D9C"/>
    <w:rsid w:val="002845F4"/>
    <w:rsid w:val="002C2267"/>
    <w:rsid w:val="002D5608"/>
    <w:rsid w:val="002D614F"/>
    <w:rsid w:val="002F29A9"/>
    <w:rsid w:val="00314D22"/>
    <w:rsid w:val="00317A10"/>
    <w:rsid w:val="00324B94"/>
    <w:rsid w:val="00332965"/>
    <w:rsid w:val="00336AD7"/>
    <w:rsid w:val="003437F9"/>
    <w:rsid w:val="003512C1"/>
    <w:rsid w:val="003A31C2"/>
    <w:rsid w:val="003B7DF9"/>
    <w:rsid w:val="003E544F"/>
    <w:rsid w:val="00400424"/>
    <w:rsid w:val="0041713E"/>
    <w:rsid w:val="0043201F"/>
    <w:rsid w:val="004400FD"/>
    <w:rsid w:val="00442229"/>
    <w:rsid w:val="004435E9"/>
    <w:rsid w:val="00443A11"/>
    <w:rsid w:val="00446D9E"/>
    <w:rsid w:val="004479C2"/>
    <w:rsid w:val="004610E0"/>
    <w:rsid w:val="00475D18"/>
    <w:rsid w:val="004932D3"/>
    <w:rsid w:val="004934E7"/>
    <w:rsid w:val="004C6732"/>
    <w:rsid w:val="004F7760"/>
    <w:rsid w:val="005727CF"/>
    <w:rsid w:val="005C796A"/>
    <w:rsid w:val="005E5BC0"/>
    <w:rsid w:val="005F76F8"/>
    <w:rsid w:val="00607FEE"/>
    <w:rsid w:val="00662835"/>
    <w:rsid w:val="00687CAB"/>
    <w:rsid w:val="00694581"/>
    <w:rsid w:val="006A694B"/>
    <w:rsid w:val="0077506E"/>
    <w:rsid w:val="00781E01"/>
    <w:rsid w:val="00784424"/>
    <w:rsid w:val="007A7B01"/>
    <w:rsid w:val="007C096F"/>
    <w:rsid w:val="00826D31"/>
    <w:rsid w:val="00845175"/>
    <w:rsid w:val="00851A06"/>
    <w:rsid w:val="008527CA"/>
    <w:rsid w:val="00865D92"/>
    <w:rsid w:val="00894682"/>
    <w:rsid w:val="008A123B"/>
    <w:rsid w:val="008B22FA"/>
    <w:rsid w:val="008B5D7F"/>
    <w:rsid w:val="008D344E"/>
    <w:rsid w:val="008D3EDB"/>
    <w:rsid w:val="00911F56"/>
    <w:rsid w:val="00937D9E"/>
    <w:rsid w:val="0094691B"/>
    <w:rsid w:val="00951099"/>
    <w:rsid w:val="009A34D2"/>
    <w:rsid w:val="009A5CA0"/>
    <w:rsid w:val="009C6954"/>
    <w:rsid w:val="009D2BAA"/>
    <w:rsid w:val="00A00D03"/>
    <w:rsid w:val="00A50BBC"/>
    <w:rsid w:val="00A5497F"/>
    <w:rsid w:val="00A625F9"/>
    <w:rsid w:val="00A7491A"/>
    <w:rsid w:val="00AA6449"/>
    <w:rsid w:val="00AB6270"/>
    <w:rsid w:val="00AD21C9"/>
    <w:rsid w:val="00AE30A1"/>
    <w:rsid w:val="00AF27D7"/>
    <w:rsid w:val="00B43A4A"/>
    <w:rsid w:val="00B46ED4"/>
    <w:rsid w:val="00B62A9E"/>
    <w:rsid w:val="00B67AFA"/>
    <w:rsid w:val="00B77F20"/>
    <w:rsid w:val="00B83663"/>
    <w:rsid w:val="00BB2752"/>
    <w:rsid w:val="00BE4B42"/>
    <w:rsid w:val="00C02035"/>
    <w:rsid w:val="00C133B0"/>
    <w:rsid w:val="00C32C3B"/>
    <w:rsid w:val="00C44173"/>
    <w:rsid w:val="00C4581A"/>
    <w:rsid w:val="00C46C3E"/>
    <w:rsid w:val="00C47CD3"/>
    <w:rsid w:val="00C5764B"/>
    <w:rsid w:val="00C84398"/>
    <w:rsid w:val="00C9350C"/>
    <w:rsid w:val="00CC6657"/>
    <w:rsid w:val="00CD7188"/>
    <w:rsid w:val="00D169FC"/>
    <w:rsid w:val="00D34D9F"/>
    <w:rsid w:val="00D42CEC"/>
    <w:rsid w:val="00D605F8"/>
    <w:rsid w:val="00D674F4"/>
    <w:rsid w:val="00D8115C"/>
    <w:rsid w:val="00D81821"/>
    <w:rsid w:val="00D8557F"/>
    <w:rsid w:val="00DD13FB"/>
    <w:rsid w:val="00E071B6"/>
    <w:rsid w:val="00E21EED"/>
    <w:rsid w:val="00E70784"/>
    <w:rsid w:val="00E75EB3"/>
    <w:rsid w:val="00E96ADB"/>
    <w:rsid w:val="00F14BB1"/>
    <w:rsid w:val="00F34375"/>
    <w:rsid w:val="00F37989"/>
    <w:rsid w:val="00F672C6"/>
    <w:rsid w:val="00FC3506"/>
    <w:rsid w:val="00FC669E"/>
    <w:rsid w:val="00FD5807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,#eaeaea"/>
    </o:shapedefaults>
    <o:shapelayout v:ext="edit">
      <o:idmap v:ext="edit" data="1"/>
    </o:shapelayout>
  </w:shapeDefaults>
  <w:decimalSymbol w:val="."/>
  <w:listSeparator w:val=","/>
  <w14:docId w14:val="0B20BBCF"/>
  <w15:chartTrackingRefBased/>
  <w15:docId w15:val="{5F827F87-6C11-47C1-BAB7-98F30D13A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  <w:style w:type="paragraph" w:styleId="BalloonText">
    <w:name w:val="Balloon Text"/>
    <w:basedOn w:val="Normal"/>
    <w:link w:val="BalloonTextChar"/>
    <w:rsid w:val="00123B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23B5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BILATERAL\Bilateral%20Venous%20RJ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Bilateral Venous RJ</Template>
  <TotalTime>0</TotalTime>
  <Pages>1</Pages>
  <Words>171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James, Robert</dc:creator>
  <cp:keywords/>
  <cp:lastModifiedBy>James, Robert</cp:lastModifiedBy>
  <cp:revision>2</cp:revision>
  <cp:lastPrinted>2020-07-06T11:42:00Z</cp:lastPrinted>
  <dcterms:created xsi:type="dcterms:W3CDTF">2020-08-07T09:37:00Z</dcterms:created>
  <dcterms:modified xsi:type="dcterms:W3CDTF">2020-08-07T09:37:00Z</dcterms:modified>
  <cp:category>Patient Report</cp:category>
</cp:coreProperties>
</file>